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F54" w:rsidRPr="00C86F2C" w:rsidRDefault="007D3F54" w:rsidP="007D3F54">
      <w:pPr>
        <w:suppressAutoHyphens/>
        <w:jc w:val="center"/>
        <w:rPr>
          <w:sz w:val="28"/>
          <w:szCs w:val="28"/>
        </w:rPr>
      </w:pPr>
      <w:r w:rsidRPr="00C86F2C">
        <w:rPr>
          <w:sz w:val="28"/>
          <w:szCs w:val="28"/>
        </w:rPr>
        <w:t xml:space="preserve">Пояснительная записка 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  <w:r w:rsidRPr="004A751E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депутатов городского округа Воскресенск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</w:p>
    <w:p w:rsidR="007D3F54" w:rsidRDefault="007D3F54" w:rsidP="00F5121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</w:t>
      </w:r>
      <w:r w:rsidRPr="004A751E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>Решение Совета депутатов городского округа Воскресенск Московской области от 24.12.2019 № 87/9 «О бюджете городского округа Воскресенск Московской области на 2020 год и на плановый период 2021 и 2022 годов»</w:t>
      </w:r>
    </w:p>
    <w:p w:rsidR="00F5121D" w:rsidRPr="004A751E" w:rsidRDefault="00F5121D" w:rsidP="0058219A">
      <w:pPr>
        <w:suppressAutoHyphens/>
        <w:rPr>
          <w:sz w:val="28"/>
          <w:szCs w:val="28"/>
        </w:rPr>
      </w:pPr>
    </w:p>
    <w:p w:rsidR="007D3F54" w:rsidRDefault="007D3F54" w:rsidP="007D3F54">
      <w:pPr>
        <w:jc w:val="center"/>
        <w:rPr>
          <w:sz w:val="28"/>
          <w:szCs w:val="28"/>
        </w:rPr>
      </w:pPr>
    </w:p>
    <w:p w:rsidR="007A7528" w:rsidRPr="00F5121D" w:rsidRDefault="007D3F54" w:rsidP="00F5121D">
      <w:pPr>
        <w:ind w:firstLine="567"/>
        <w:jc w:val="both"/>
        <w:rPr>
          <w:sz w:val="28"/>
          <w:szCs w:val="28"/>
        </w:rPr>
      </w:pPr>
      <w:r w:rsidRPr="007D3F54">
        <w:rPr>
          <w:sz w:val="28"/>
          <w:szCs w:val="28"/>
        </w:rPr>
        <w:t xml:space="preserve">Предлагаемые изменения, вносимые в </w:t>
      </w:r>
      <w:r w:rsidR="007A7528">
        <w:rPr>
          <w:sz w:val="28"/>
          <w:szCs w:val="28"/>
        </w:rPr>
        <w:t>Р</w:t>
      </w:r>
      <w:r w:rsidRPr="007D3F54">
        <w:rPr>
          <w:sz w:val="28"/>
          <w:szCs w:val="28"/>
        </w:rPr>
        <w:t xml:space="preserve">ешение Совета депутатов городского округа </w:t>
      </w:r>
      <w:r w:rsidR="007A7528">
        <w:rPr>
          <w:sz w:val="28"/>
          <w:szCs w:val="28"/>
        </w:rPr>
        <w:t>Воскресенск «О бюджете городского округа Воскресенск Московской области на 2020 год и на плановый период 2020 и 2021</w:t>
      </w:r>
      <w:r w:rsidRPr="007D3F54">
        <w:rPr>
          <w:sz w:val="28"/>
          <w:szCs w:val="28"/>
        </w:rPr>
        <w:t xml:space="preserve"> годов», обусловлены </w:t>
      </w:r>
      <w:r w:rsidR="007A7528">
        <w:rPr>
          <w:sz w:val="28"/>
          <w:szCs w:val="28"/>
        </w:rPr>
        <w:t>н</w:t>
      </w:r>
      <w:r w:rsidRPr="007A7528">
        <w:rPr>
          <w:sz w:val="28"/>
          <w:szCs w:val="28"/>
        </w:rPr>
        <w:t xml:space="preserve">еобходимостью уточнения </w:t>
      </w:r>
      <w:r w:rsidR="002C20FD">
        <w:rPr>
          <w:sz w:val="28"/>
          <w:szCs w:val="28"/>
        </w:rPr>
        <w:t xml:space="preserve">объема межбюджетных трансфертов, предоставляемых бюджету городского округа Воскресенск на 2020 год, </w:t>
      </w:r>
      <w:r w:rsidR="007A7528" w:rsidRPr="007A7528">
        <w:rPr>
          <w:sz w:val="28"/>
          <w:szCs w:val="28"/>
        </w:rPr>
        <w:t xml:space="preserve">расходной части бюджета </w:t>
      </w:r>
      <w:r w:rsidR="007A7528">
        <w:rPr>
          <w:sz w:val="28"/>
          <w:szCs w:val="28"/>
        </w:rPr>
        <w:t xml:space="preserve">городского округа </w:t>
      </w:r>
      <w:r w:rsidR="007A7528" w:rsidRPr="007A7528">
        <w:rPr>
          <w:sz w:val="28"/>
          <w:szCs w:val="28"/>
        </w:rPr>
        <w:t>Воскресенск Московской области за счет оста</w:t>
      </w:r>
      <w:r w:rsidR="00FD7702">
        <w:rPr>
          <w:sz w:val="28"/>
          <w:szCs w:val="28"/>
        </w:rPr>
        <w:t xml:space="preserve">тков средств на 01.01.2020 </w:t>
      </w:r>
      <w:r w:rsidR="00FD7702" w:rsidRPr="00F66ED5">
        <w:rPr>
          <w:sz w:val="28"/>
          <w:szCs w:val="28"/>
        </w:rPr>
        <w:t>года</w:t>
      </w:r>
      <w:r w:rsidR="00F66ED5" w:rsidRPr="00F66ED5">
        <w:rPr>
          <w:sz w:val="28"/>
          <w:szCs w:val="28"/>
        </w:rPr>
        <w:t xml:space="preserve"> </w:t>
      </w:r>
      <w:r w:rsidR="00F5121D" w:rsidRPr="00F66ED5">
        <w:rPr>
          <w:color w:val="000000"/>
          <w:sz w:val="28"/>
          <w:szCs w:val="28"/>
        </w:rPr>
        <w:t xml:space="preserve">уточнением и перераспределением отдельных расходов муниципальных программ городского округа Воскресенск Московской </w:t>
      </w:r>
      <w:r w:rsidR="00F66ED5" w:rsidRPr="00F66ED5">
        <w:rPr>
          <w:color w:val="000000"/>
          <w:sz w:val="28"/>
          <w:szCs w:val="28"/>
        </w:rPr>
        <w:t>области и непрограммных расходов</w:t>
      </w:r>
      <w:r w:rsidR="00F5121D" w:rsidRPr="00F66ED5">
        <w:rPr>
          <w:color w:val="000000"/>
          <w:sz w:val="28"/>
          <w:szCs w:val="28"/>
        </w:rPr>
        <w:t>.</w:t>
      </w:r>
    </w:p>
    <w:p w:rsidR="002C20FD" w:rsidRDefault="002C20FD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7A7528">
        <w:rPr>
          <w:sz w:val="28"/>
          <w:szCs w:val="28"/>
        </w:rPr>
        <w:t xml:space="preserve">бъем </w:t>
      </w:r>
      <w:r>
        <w:rPr>
          <w:sz w:val="28"/>
          <w:szCs w:val="28"/>
        </w:rPr>
        <w:t>дох</w:t>
      </w:r>
      <w:r w:rsidRPr="007A7528">
        <w:rPr>
          <w:sz w:val="28"/>
          <w:szCs w:val="28"/>
        </w:rPr>
        <w:t>одов бюджета</w:t>
      </w:r>
      <w:r>
        <w:rPr>
          <w:sz w:val="28"/>
          <w:szCs w:val="28"/>
        </w:rPr>
        <w:t xml:space="preserve"> городского округа Воскресенск на 2020</w:t>
      </w:r>
      <w:r w:rsidRPr="007A7528">
        <w:rPr>
          <w:sz w:val="28"/>
          <w:szCs w:val="28"/>
        </w:rPr>
        <w:t xml:space="preserve"> год предлагается у</w:t>
      </w:r>
      <w:r>
        <w:rPr>
          <w:sz w:val="28"/>
          <w:szCs w:val="28"/>
        </w:rPr>
        <w:t>величить</w:t>
      </w:r>
      <w:r w:rsidRPr="007A7528">
        <w:rPr>
          <w:sz w:val="28"/>
          <w:szCs w:val="28"/>
        </w:rPr>
        <w:t xml:space="preserve"> на </w:t>
      </w:r>
      <w:r>
        <w:rPr>
          <w:sz w:val="28"/>
          <w:szCs w:val="28"/>
        </w:rPr>
        <w:t>2 263,5</w:t>
      </w:r>
      <w:r w:rsidRPr="007A7528">
        <w:rPr>
          <w:sz w:val="28"/>
          <w:szCs w:val="28"/>
        </w:rPr>
        <w:t xml:space="preserve"> тыс. рублей</w:t>
      </w:r>
    </w:p>
    <w:p w:rsidR="007A7528" w:rsidRDefault="007D3F54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 w:rsidR="007A7528">
        <w:rPr>
          <w:sz w:val="28"/>
          <w:szCs w:val="28"/>
        </w:rPr>
        <w:t>бщий о</w:t>
      </w:r>
      <w:r w:rsidRPr="007A7528">
        <w:rPr>
          <w:sz w:val="28"/>
          <w:szCs w:val="28"/>
        </w:rPr>
        <w:t>бъем расходов бюджета</w:t>
      </w:r>
      <w:r w:rsidR="007A7528">
        <w:rPr>
          <w:sz w:val="28"/>
          <w:szCs w:val="28"/>
        </w:rPr>
        <w:t xml:space="preserve"> городского округа </w:t>
      </w:r>
      <w:r w:rsidR="00FD7702">
        <w:rPr>
          <w:sz w:val="28"/>
          <w:szCs w:val="28"/>
        </w:rPr>
        <w:t xml:space="preserve">Воскресенск </w:t>
      </w:r>
      <w:r w:rsidR="007A7528">
        <w:rPr>
          <w:sz w:val="28"/>
          <w:szCs w:val="28"/>
        </w:rPr>
        <w:t>на 2020</w:t>
      </w:r>
      <w:r w:rsidRPr="007A7528">
        <w:rPr>
          <w:sz w:val="28"/>
          <w:szCs w:val="28"/>
        </w:rPr>
        <w:t xml:space="preserve"> год предлагается у</w:t>
      </w:r>
      <w:r w:rsidR="007A7528">
        <w:rPr>
          <w:sz w:val="28"/>
          <w:szCs w:val="28"/>
        </w:rPr>
        <w:t>величить</w:t>
      </w:r>
      <w:r w:rsidRPr="007A7528">
        <w:rPr>
          <w:sz w:val="28"/>
          <w:szCs w:val="28"/>
        </w:rPr>
        <w:t xml:space="preserve"> на </w:t>
      </w:r>
      <w:r w:rsidR="002C20FD">
        <w:rPr>
          <w:sz w:val="28"/>
          <w:szCs w:val="28"/>
        </w:rPr>
        <w:t>139 295,0</w:t>
      </w:r>
      <w:r w:rsidRPr="007A7528">
        <w:rPr>
          <w:sz w:val="28"/>
          <w:szCs w:val="28"/>
        </w:rPr>
        <w:t xml:space="preserve"> тыс. рублей. </w:t>
      </w:r>
    </w:p>
    <w:p w:rsidR="007F0DA7" w:rsidRPr="001935D7" w:rsidRDefault="007F0DA7" w:rsidP="007F0DA7">
      <w:pPr>
        <w:pStyle w:val="a3"/>
        <w:ind w:left="0" w:firstLine="567"/>
        <w:jc w:val="both"/>
        <w:rPr>
          <w:sz w:val="28"/>
          <w:szCs w:val="28"/>
        </w:rPr>
      </w:pPr>
      <w:bookmarkStart w:id="0" w:name="_GoBack"/>
      <w:bookmarkEnd w:id="0"/>
      <w:r w:rsidRPr="007A492B">
        <w:rPr>
          <w:sz w:val="28"/>
          <w:szCs w:val="28"/>
        </w:rPr>
        <w:t xml:space="preserve">С учетом предлагаемых изменений размер дефицита бюджета городского округа Воскресенск Московской области на 2020 год увеличится на </w:t>
      </w:r>
      <w:r>
        <w:rPr>
          <w:sz w:val="28"/>
          <w:szCs w:val="28"/>
        </w:rPr>
        <w:t>137 031,5</w:t>
      </w:r>
      <w:r w:rsidRPr="007A492B">
        <w:rPr>
          <w:sz w:val="28"/>
          <w:szCs w:val="28"/>
        </w:rPr>
        <w:t xml:space="preserve"> тыс. рублей, в том числе за счет остатков бюджетных средств на 01.01.2020 года.</w:t>
      </w:r>
    </w:p>
    <w:p w:rsidR="00066B5A" w:rsidRDefault="00066B5A" w:rsidP="007A7528">
      <w:pPr>
        <w:pStyle w:val="a3"/>
        <w:ind w:left="0" w:firstLine="567"/>
        <w:rPr>
          <w:sz w:val="28"/>
          <w:szCs w:val="28"/>
        </w:rPr>
      </w:pPr>
      <w:r w:rsidRPr="000E28A1">
        <w:rPr>
          <w:sz w:val="28"/>
          <w:szCs w:val="28"/>
        </w:rPr>
        <w:t>Соответствующие изменения внесены в текстовую часть Решения и в приложения</w:t>
      </w:r>
      <w:r w:rsidR="000E28A1" w:rsidRPr="000E28A1">
        <w:rPr>
          <w:sz w:val="28"/>
          <w:szCs w:val="28"/>
        </w:rPr>
        <w:t xml:space="preserve"> к нему.</w:t>
      </w:r>
    </w:p>
    <w:p w:rsidR="000146F6" w:rsidRDefault="007D3F54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58219A" w:rsidRDefault="0058219A" w:rsidP="007A7528">
      <w:pPr>
        <w:pStyle w:val="a3"/>
        <w:ind w:left="0" w:firstLine="567"/>
        <w:rPr>
          <w:sz w:val="28"/>
          <w:szCs w:val="28"/>
        </w:rPr>
      </w:pPr>
    </w:p>
    <w:p w:rsidR="00F66ED5" w:rsidRDefault="00F66ED5" w:rsidP="007A7528">
      <w:pPr>
        <w:pStyle w:val="a3"/>
        <w:ind w:left="0" w:firstLine="567"/>
        <w:rPr>
          <w:sz w:val="28"/>
          <w:szCs w:val="28"/>
        </w:rPr>
      </w:pP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городского</w:t>
      </w: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округа Воскресенск Московской области                                           А.В. Болотников</w:t>
      </w:r>
    </w:p>
    <w:p w:rsidR="0058219A" w:rsidRPr="007A7528" w:rsidRDefault="0058219A" w:rsidP="007A7528">
      <w:pPr>
        <w:pStyle w:val="a3"/>
        <w:ind w:left="0" w:firstLine="567"/>
        <w:rPr>
          <w:sz w:val="28"/>
          <w:szCs w:val="28"/>
        </w:rPr>
      </w:pPr>
    </w:p>
    <w:sectPr w:rsidR="0058219A" w:rsidRPr="007A7528" w:rsidSect="007A752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0637C"/>
    <w:multiLevelType w:val="hybridMultilevel"/>
    <w:tmpl w:val="232CDBC6"/>
    <w:lvl w:ilvl="0" w:tplc="E280EB3E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54"/>
    <w:rsid w:val="000146F6"/>
    <w:rsid w:val="00066B5A"/>
    <w:rsid w:val="000E28A1"/>
    <w:rsid w:val="00275A44"/>
    <w:rsid w:val="002C20FD"/>
    <w:rsid w:val="00425EA6"/>
    <w:rsid w:val="0058219A"/>
    <w:rsid w:val="006A0314"/>
    <w:rsid w:val="007A7528"/>
    <w:rsid w:val="007D3F54"/>
    <w:rsid w:val="007F0DA7"/>
    <w:rsid w:val="00825B43"/>
    <w:rsid w:val="00C5296E"/>
    <w:rsid w:val="00CC468A"/>
    <w:rsid w:val="00F21AC9"/>
    <w:rsid w:val="00F5121D"/>
    <w:rsid w:val="00F66ED5"/>
    <w:rsid w:val="00FD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B59FF-BBD9-49B5-B4A0-514A343E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6E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76F3B39F</Template>
  <TotalTime>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Рожнова Елена Михайловна</cp:lastModifiedBy>
  <cp:revision>4</cp:revision>
  <cp:lastPrinted>2020-04-08T06:30:00Z</cp:lastPrinted>
  <dcterms:created xsi:type="dcterms:W3CDTF">2020-04-08T19:19:00Z</dcterms:created>
  <dcterms:modified xsi:type="dcterms:W3CDTF">2020-04-09T15:47:00Z</dcterms:modified>
</cp:coreProperties>
</file>